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B0AA4" w:rsidRPr="006472B4" w:rsidRDefault="004B0AA4" w:rsidP="00C033F3">
      <w:pPr>
        <w:pStyle w:val="Textoindependiente"/>
        <w:suppressAutoHyphens w:val="0"/>
        <w:spacing w:before="120" w:after="240"/>
        <w:jc w:val="center"/>
        <w:rPr>
          <w:rFonts w:ascii="Arial Narrow" w:hAnsi="Arial Narrow"/>
          <w:sz w:val="22"/>
          <w:szCs w:val="22"/>
        </w:rPr>
      </w:pPr>
    </w:p>
    <w:p w:rsidR="00C033F3" w:rsidRPr="006472B4" w:rsidRDefault="00C033F3" w:rsidP="00C033F3">
      <w:pPr>
        <w:pStyle w:val="Textoindependiente"/>
        <w:suppressAutoHyphens w:val="0"/>
        <w:spacing w:before="120" w:after="240"/>
        <w:jc w:val="center"/>
        <w:rPr>
          <w:rFonts w:ascii="Arial Narrow" w:hAnsi="Arial Narrow"/>
          <w:b/>
          <w:sz w:val="22"/>
          <w:szCs w:val="22"/>
        </w:rPr>
      </w:pPr>
      <w:r w:rsidRPr="006472B4">
        <w:rPr>
          <w:rFonts w:ascii="Arial Narrow" w:hAnsi="Arial Narrow"/>
          <w:b/>
          <w:sz w:val="22"/>
          <w:szCs w:val="22"/>
        </w:rPr>
        <w:t xml:space="preserve">ANEXO X </w:t>
      </w:r>
    </w:p>
    <w:p w:rsidR="00C033F3" w:rsidRPr="006472B4" w:rsidRDefault="00C033F3" w:rsidP="00C033F3">
      <w:pPr>
        <w:pStyle w:val="Textoindependiente"/>
        <w:suppressAutoHyphens w:val="0"/>
        <w:spacing w:before="120" w:after="240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C033F3" w:rsidRPr="006472B4" w:rsidRDefault="00C033F3" w:rsidP="007C46CF">
      <w:pPr>
        <w:pStyle w:val="Textoindependiente"/>
        <w:suppressAutoHyphens w:val="0"/>
        <w:spacing w:before="120" w:after="240"/>
        <w:jc w:val="both"/>
        <w:rPr>
          <w:rFonts w:ascii="Arial Narrow" w:hAnsi="Arial Narrow"/>
          <w:b/>
          <w:sz w:val="22"/>
          <w:szCs w:val="22"/>
        </w:rPr>
      </w:pPr>
      <w:r w:rsidRPr="006472B4">
        <w:rPr>
          <w:rFonts w:ascii="Arial Narrow" w:hAnsi="Arial Narrow"/>
          <w:b/>
          <w:sz w:val="22"/>
          <w:szCs w:val="22"/>
        </w:rPr>
        <w:t>DECLARACIÓN RESPONSABLE DEL CUMPLIMIENTO DE LAS CONDICIONES ESPECIALES DE EJECUCIÓN PREVISTAS EN EL PLIEGO DE CLAUSULAS ADMINISTRATIVAS PARTICULARES Y CUADRO RESUMEN.</w:t>
      </w:r>
    </w:p>
    <w:p w:rsidR="00C033F3" w:rsidRPr="006472B4" w:rsidRDefault="00C033F3" w:rsidP="00C033F3">
      <w:pPr>
        <w:pStyle w:val="Textoindependiente"/>
        <w:suppressAutoHyphens w:val="0"/>
        <w:spacing w:before="120" w:after="240"/>
        <w:rPr>
          <w:rFonts w:ascii="Arial Narrow" w:hAnsi="Arial Narrow"/>
          <w:b/>
          <w:sz w:val="22"/>
          <w:szCs w:val="22"/>
        </w:rPr>
      </w:pPr>
    </w:p>
    <w:p w:rsidR="00C033F3" w:rsidRPr="006472B4" w:rsidRDefault="00C033F3" w:rsidP="00C033F3">
      <w:pPr>
        <w:pStyle w:val="Textoindependiente"/>
        <w:suppressAutoHyphens w:val="0"/>
        <w:spacing w:before="120" w:after="240"/>
        <w:jc w:val="center"/>
        <w:rPr>
          <w:rFonts w:ascii="Arial Narrow" w:hAnsi="Arial Narrow"/>
          <w:b/>
          <w:sz w:val="22"/>
          <w:szCs w:val="22"/>
        </w:rPr>
      </w:pPr>
    </w:p>
    <w:p w:rsidR="00C033F3" w:rsidRPr="006472B4" w:rsidRDefault="00C033F3" w:rsidP="007C46CF">
      <w:pPr>
        <w:pStyle w:val="Textoindependiente"/>
        <w:suppressAutoHyphens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6472B4">
        <w:rPr>
          <w:rFonts w:ascii="Arial Narrow" w:hAnsi="Arial Narrow"/>
          <w:sz w:val="22"/>
          <w:szCs w:val="22"/>
        </w:rPr>
        <w:t xml:space="preserve">D/Dª............................................................., con D.N.I. ............................, en calidad de representante de la entidad .................................................... con C.I.F. .................., caso de resultar persona </w:t>
      </w:r>
      <w:r w:rsidR="003039DB" w:rsidRPr="006472B4">
        <w:rPr>
          <w:rFonts w:ascii="Arial Narrow" w:hAnsi="Arial Narrow"/>
          <w:sz w:val="22"/>
          <w:szCs w:val="22"/>
        </w:rPr>
        <w:t>adjudicataria del contrato</w:t>
      </w:r>
      <w:r w:rsidRPr="006472B4">
        <w:rPr>
          <w:rFonts w:ascii="Arial Narrow" w:hAnsi="Arial Narrow"/>
          <w:sz w:val="22"/>
          <w:szCs w:val="22"/>
        </w:rPr>
        <w:t>……………… cuyo objeto es …………………………….., y de conformidad co</w:t>
      </w:r>
      <w:r w:rsidR="00535D07" w:rsidRPr="006472B4">
        <w:rPr>
          <w:rFonts w:ascii="Arial Narrow" w:hAnsi="Arial Narrow"/>
          <w:sz w:val="22"/>
          <w:szCs w:val="22"/>
        </w:rPr>
        <w:t>n lo dispuesto en la cláusula 11</w:t>
      </w:r>
      <w:r w:rsidRPr="006472B4">
        <w:rPr>
          <w:rFonts w:ascii="Arial Narrow" w:hAnsi="Arial Narrow"/>
          <w:sz w:val="22"/>
          <w:szCs w:val="22"/>
        </w:rPr>
        <w:t xml:space="preserve"> del PCAP, y</w:t>
      </w:r>
      <w:r w:rsidRPr="006472B4">
        <w:rPr>
          <w:rFonts w:ascii="Arial Narrow" w:hAnsi="Arial Narrow"/>
          <w:b/>
          <w:sz w:val="22"/>
          <w:szCs w:val="22"/>
        </w:rPr>
        <w:t xml:space="preserve"> </w:t>
      </w:r>
      <w:r w:rsidR="00527263" w:rsidRPr="006472B4">
        <w:rPr>
          <w:rFonts w:ascii="Arial Narrow" w:hAnsi="Arial Narrow"/>
          <w:sz w:val="22"/>
          <w:szCs w:val="22"/>
        </w:rPr>
        <w:t>el apartado 22</w:t>
      </w:r>
      <w:r w:rsidRPr="006472B4">
        <w:rPr>
          <w:rFonts w:ascii="Arial Narrow" w:hAnsi="Arial Narrow"/>
          <w:sz w:val="22"/>
          <w:szCs w:val="22"/>
        </w:rPr>
        <w:t xml:space="preserve"> del cuadro resumen, se compromete al cumplimiento de todas ellas en los términos recogidos en los mismos. </w:t>
      </w:r>
    </w:p>
    <w:p w:rsidR="00C033F3" w:rsidRPr="006472B4" w:rsidRDefault="00C033F3" w:rsidP="00C033F3">
      <w:pPr>
        <w:pStyle w:val="Textoindependiente"/>
        <w:suppressAutoHyphens w:val="0"/>
        <w:spacing w:before="120" w:after="240"/>
        <w:rPr>
          <w:rFonts w:ascii="Arial Narrow" w:hAnsi="Arial Narrow"/>
          <w:sz w:val="22"/>
          <w:szCs w:val="22"/>
        </w:rPr>
      </w:pPr>
    </w:p>
    <w:p w:rsidR="00C033F3" w:rsidRPr="006472B4" w:rsidRDefault="00C033F3" w:rsidP="00C033F3">
      <w:pPr>
        <w:pStyle w:val="Textoindependiente"/>
        <w:suppressAutoHyphens w:val="0"/>
        <w:spacing w:before="120" w:after="240"/>
        <w:jc w:val="right"/>
        <w:rPr>
          <w:rFonts w:ascii="Arial Narrow" w:hAnsi="Arial Narrow"/>
          <w:b/>
          <w:sz w:val="22"/>
          <w:szCs w:val="22"/>
        </w:rPr>
      </w:pPr>
      <w:r w:rsidRPr="006472B4">
        <w:rPr>
          <w:rFonts w:ascii="Arial Narrow" w:hAnsi="Arial Narrow"/>
          <w:sz w:val="22"/>
          <w:szCs w:val="22"/>
        </w:rPr>
        <w:t>…. ....... a ... de ..... de 20</w:t>
      </w:r>
      <w:proofErr w:type="gramStart"/>
      <w:r w:rsidRPr="006472B4">
        <w:rPr>
          <w:rFonts w:ascii="Arial Narrow" w:hAnsi="Arial Narrow"/>
          <w:sz w:val="22"/>
          <w:szCs w:val="22"/>
        </w:rPr>
        <w:t xml:space="preserve">. </w:t>
      </w:r>
      <w:r w:rsidRPr="006472B4">
        <w:rPr>
          <w:rFonts w:ascii="Arial Narrow" w:hAnsi="Arial Narrow"/>
          <w:b/>
          <w:sz w:val="22"/>
          <w:szCs w:val="22"/>
        </w:rPr>
        <w:t>.</w:t>
      </w:r>
      <w:proofErr w:type="gramEnd"/>
    </w:p>
    <w:p w:rsidR="00C033F3" w:rsidRPr="006472B4" w:rsidRDefault="00C033F3" w:rsidP="00C033F3">
      <w:pPr>
        <w:pStyle w:val="Textoindependiente"/>
        <w:suppressAutoHyphens w:val="0"/>
        <w:spacing w:before="120" w:after="240"/>
        <w:rPr>
          <w:rFonts w:ascii="Arial Narrow" w:hAnsi="Arial Narrow"/>
          <w:b/>
          <w:sz w:val="22"/>
          <w:szCs w:val="22"/>
        </w:rPr>
      </w:pPr>
    </w:p>
    <w:p w:rsidR="00C033F3" w:rsidRPr="006472B4" w:rsidRDefault="00C033F3" w:rsidP="00C033F3">
      <w:pPr>
        <w:spacing w:before="120" w:after="240"/>
        <w:jc w:val="right"/>
        <w:rPr>
          <w:rFonts w:ascii="Arial Narrow" w:hAnsi="Arial Narrow"/>
          <w:b/>
          <w:sz w:val="22"/>
          <w:szCs w:val="22"/>
        </w:rPr>
      </w:pPr>
      <w:r w:rsidRPr="006472B4">
        <w:rPr>
          <w:rFonts w:ascii="Arial Narrow" w:hAnsi="Arial Narrow"/>
          <w:b/>
          <w:sz w:val="22"/>
          <w:szCs w:val="22"/>
        </w:rPr>
        <w:t>Firma:</w:t>
      </w:r>
    </w:p>
    <w:p w:rsidR="00C033F3" w:rsidRPr="006472B4" w:rsidRDefault="00C033F3" w:rsidP="00C033F3">
      <w:pPr>
        <w:spacing w:before="120" w:after="240"/>
        <w:jc w:val="right"/>
        <w:rPr>
          <w:rFonts w:ascii="Arial Narrow" w:hAnsi="Arial Narrow"/>
          <w:sz w:val="22"/>
          <w:szCs w:val="22"/>
        </w:rPr>
      </w:pPr>
      <w:r w:rsidRPr="006472B4">
        <w:rPr>
          <w:rFonts w:ascii="Arial Narrow" w:hAnsi="Arial Narrow"/>
          <w:b/>
          <w:sz w:val="22"/>
          <w:szCs w:val="22"/>
        </w:rPr>
        <w:t xml:space="preserve">LA PERSONA LICITADORA </w:t>
      </w:r>
    </w:p>
    <w:p w:rsidR="00C033F3" w:rsidRPr="006472B4" w:rsidRDefault="00C033F3" w:rsidP="00C033F3">
      <w:pPr>
        <w:rPr>
          <w:rFonts w:ascii="Arial Narrow" w:hAnsi="Arial Narrow"/>
          <w:sz w:val="22"/>
          <w:szCs w:val="22"/>
        </w:rPr>
      </w:pPr>
    </w:p>
    <w:p w:rsidR="001C21C4" w:rsidRPr="006472B4" w:rsidRDefault="001C21C4" w:rsidP="00601E69">
      <w:pPr>
        <w:jc w:val="both"/>
        <w:rPr>
          <w:rFonts w:ascii="Arial Narrow" w:hAnsi="Arial Narrow"/>
          <w:sz w:val="22"/>
          <w:szCs w:val="22"/>
        </w:rPr>
      </w:pPr>
    </w:p>
    <w:sectPr w:rsidR="001C21C4" w:rsidRPr="006472B4" w:rsidSect="00D1371A">
      <w:headerReference w:type="default" r:id="rId6"/>
      <w:pgSz w:w="11906" w:h="16838"/>
      <w:pgMar w:top="2366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704" w:rsidRDefault="00193704" w:rsidP="004B0AA4">
      <w:r>
        <w:separator/>
      </w:r>
    </w:p>
  </w:endnote>
  <w:endnote w:type="continuationSeparator" w:id="0">
    <w:p w:rsidR="00193704" w:rsidRDefault="00193704" w:rsidP="004B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704" w:rsidRDefault="00193704" w:rsidP="004B0AA4">
      <w:r>
        <w:separator/>
      </w:r>
    </w:p>
  </w:footnote>
  <w:footnote w:type="continuationSeparator" w:id="0">
    <w:p w:rsidR="00193704" w:rsidRDefault="00193704" w:rsidP="004B0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71A" w:rsidRDefault="00D1371A" w:rsidP="00D1371A">
    <w:pPr>
      <w:pStyle w:val="Encabezado"/>
      <w:rPr>
        <w:lang w:val="es-ES" w:eastAsia="es-ES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-135890</wp:posOffset>
          </wp:positionV>
          <wp:extent cx="1942465" cy="98234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3873" w:rsidRDefault="00553873" w:rsidP="00553873">
    <w:pPr>
      <w:pStyle w:val="Textoindependiente"/>
      <w:spacing w:line="14" w:lineRule="auto"/>
      <w:rPr>
        <w:sz w:val="20"/>
      </w:rPr>
    </w:pPr>
  </w:p>
  <w:p w:rsidR="00553873" w:rsidRDefault="00D1371A" w:rsidP="00553873">
    <w:pPr>
      <w:pStyle w:val="Encabezado"/>
    </w:pPr>
    <w:r>
      <w:rPr>
        <w:noProof/>
      </w:rPr>
      <mc:AlternateContent>
        <mc:Choice Requires="wps">
          <w:drawing>
            <wp:anchor distT="45720" distB="45720" distL="114935" distR="114935" simplePos="0" relativeHeight="251660288" behindDoc="0" locked="0" layoutInCell="1" allowOverlap="1">
              <wp:simplePos x="0" y="0"/>
              <wp:positionH relativeFrom="margin">
                <wp:posOffset>4349115</wp:posOffset>
              </wp:positionH>
              <wp:positionV relativeFrom="paragraph">
                <wp:posOffset>3810</wp:posOffset>
              </wp:positionV>
              <wp:extent cx="2079625" cy="627380"/>
              <wp:effectExtent l="0" t="0" r="0" b="127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9625" cy="627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371A" w:rsidRDefault="00D1371A" w:rsidP="00D1371A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D1371A" w:rsidRDefault="00D1371A" w:rsidP="00D1371A"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D1371A" w:rsidRDefault="00D1371A" w:rsidP="00D1371A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D1371A" w:rsidRDefault="00D1371A" w:rsidP="00D1371A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42.45pt;margin-top:.3pt;width:163.75pt;height:49.4pt;z-index:251660288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" stroked="f">
              <v:textbox inset="7.25pt,3.65pt,7.25pt,3.65pt">
                <w:txbxContent>
                  <w:p w:rsidR="00D1371A" w:rsidRDefault="00D1371A" w:rsidP="00D1371A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D1371A" w:rsidRDefault="00D1371A" w:rsidP="00D1371A"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D1371A" w:rsidRDefault="00D1371A" w:rsidP="00D1371A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D1371A" w:rsidRDefault="00D1371A" w:rsidP="00D1371A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:rsidR="004B0AA4" w:rsidRDefault="004B0AA4">
    <w:pPr>
      <w:pStyle w:val="Encabezado"/>
    </w:pPr>
    <w:r>
      <w:t xml:space="preserve">  </w:t>
    </w:r>
    <w:r w:rsidR="006C6FF9">
      <w:rPr>
        <w:noProof/>
        <w:lang w:eastAsia="es-ES" w:bidi="ar-SA"/>
      </w:rPr>
      <w:t xml:space="preserve">                                            </w:t>
    </w: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C4"/>
    <w:rsid w:val="00193704"/>
    <w:rsid w:val="001C21C4"/>
    <w:rsid w:val="002C4D6B"/>
    <w:rsid w:val="003039DB"/>
    <w:rsid w:val="004B0AA4"/>
    <w:rsid w:val="00527263"/>
    <w:rsid w:val="00535D07"/>
    <w:rsid w:val="00553873"/>
    <w:rsid w:val="00601E69"/>
    <w:rsid w:val="006472B4"/>
    <w:rsid w:val="006C6FF9"/>
    <w:rsid w:val="007328F2"/>
    <w:rsid w:val="007C46CF"/>
    <w:rsid w:val="00C033F3"/>
    <w:rsid w:val="00D0711E"/>
    <w:rsid w:val="00D1371A"/>
    <w:rsid w:val="00D20263"/>
    <w:rsid w:val="00EB75F8"/>
    <w:rsid w:val="00FC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oNotEmbedSmartTags/>
  <w:decimalSymbol w:val=","/>
  <w:listSeparator w:val=";"/>
  <w15:chartTrackingRefBased/>
  <w15:docId w15:val="{5772283A-8ECD-4143-87D0-52704541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becera-Centrodirectivo">
    <w:name w:val="Cabecera - Centro directivo"/>
    <w:autoRedefine/>
    <w:qFormat/>
    <w:rsid w:val="002C4D6B"/>
    <w:pPr>
      <w:spacing w:before="40" w:after="240"/>
      <w:ind w:left="703"/>
      <w:jc w:val="both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2C4D6B"/>
    <w:pPr>
      <w:spacing w:after="240"/>
      <w:ind w:left="703"/>
      <w:jc w:val="both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styleId="Encabezado">
    <w:name w:val="header"/>
    <w:basedOn w:val="Normal"/>
    <w:link w:val="EncabezadoCar"/>
    <w:unhideWhenUsed/>
    <w:rsid w:val="004B0AA4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4B0AA4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4B0AA4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B0AA4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711E"/>
    <w:rPr>
      <w:rFonts w:ascii="Segoe UI" w:hAnsi="Segoe UI" w:cs="Mangal"/>
      <w:sz w:val="18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711E"/>
    <w:rPr>
      <w:rFonts w:ascii="Segoe UI" w:eastAsia="N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radogregorio74p\Desktop\EXPEDIENTES%20CONTRATACI&#211;N%20ADMINISTRATIVA%20(01-09-20)\EUROPA\PLANTILLA%20MODELO%20REAC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MODELO REACT.dot</Template>
  <TotalTime>7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Servicio Andaluz de Salud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Jurado Caliz, Gregorio</dc:creator>
  <cp:keywords/>
  <cp:lastModifiedBy>Servan Cabanillas, Ana Belén</cp:lastModifiedBy>
  <cp:revision>17</cp:revision>
  <cp:lastPrinted>2025-06-30T09:38:00Z</cp:lastPrinted>
  <dcterms:created xsi:type="dcterms:W3CDTF">2022-01-15T12:01:00Z</dcterms:created>
  <dcterms:modified xsi:type="dcterms:W3CDTF">2025-07-17T10:07:00Z</dcterms:modified>
</cp:coreProperties>
</file>